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4EB85B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</w:t>
      </w:r>
      <w:r w:rsidR="00252750">
        <w:rPr>
          <w:rFonts w:ascii="Corbel" w:hAnsi="Corbel"/>
          <w:i/>
          <w:smallCaps/>
          <w:sz w:val="24"/>
          <w:szCs w:val="24"/>
        </w:rPr>
        <w:t>2</w:t>
      </w:r>
      <w:r w:rsidR="00412E1D">
        <w:rPr>
          <w:rFonts w:ascii="Corbel" w:hAnsi="Corbel"/>
          <w:i/>
          <w:smallCaps/>
          <w:sz w:val="24"/>
          <w:szCs w:val="24"/>
        </w:rPr>
        <w:t>-2</w:t>
      </w:r>
      <w:r w:rsidR="00252750">
        <w:rPr>
          <w:rFonts w:ascii="Corbel" w:hAnsi="Corbel"/>
          <w:i/>
          <w:smallCaps/>
          <w:sz w:val="24"/>
          <w:szCs w:val="24"/>
        </w:rPr>
        <w:t>7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A1AE2B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252750">
        <w:rPr>
          <w:rFonts w:ascii="Corbel" w:hAnsi="Corbel"/>
          <w:sz w:val="20"/>
          <w:szCs w:val="20"/>
        </w:rPr>
        <w:t>6</w:t>
      </w:r>
      <w:r w:rsidR="00412E1D">
        <w:rPr>
          <w:rFonts w:ascii="Corbel" w:hAnsi="Corbel"/>
          <w:sz w:val="20"/>
          <w:szCs w:val="20"/>
        </w:rPr>
        <w:t>/2</w:t>
      </w:r>
      <w:r w:rsidR="00252750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pracy i ubezpieczeń społecznych – panel pism procesowych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201199E9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Ludera-Ruszel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77777777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0055123A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praktyczne zastosowanie norm prawa pracy i ubezpieczeń społecznych.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77777777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prawa pracy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ubezpieczeń społecznych.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 z zakresu prawa pracy i ubezpieczeń społecznych.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pracy i ubezpieczeń społecznych.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prawniczego oraz zna i rozumie podstawowe pojęcia prawa pracy i ubezpieczeń społecznych.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z zakresu prawa pracy i ubezpieczeń społecznych i interpretować je z wykorzystaniem języka prawniczego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umiejętność samodzielnego proponowania rozwiązań posiada umiejętność sporządzania podstawowych dokumentów oraz pism procesowych z zakresu prawa pracy i ubezpieczeń społecznych.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z zakresu prawa pracy i ubezpieczeń społecznych do normy lub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problemów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prawnych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AFB1E63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 grupie przy przygotowaniu pism z zakresu prawa pracy i ubezpieczeń społecznych. Potrafi kierować pracą grupy oraz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 zajmującego się sprawami z zakresu prawa pracy i ubezpieczeń społecznych.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D416B5">
        <w:tc>
          <w:tcPr>
            <w:tcW w:w="9639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D416B5">
        <w:tc>
          <w:tcPr>
            <w:tcW w:w="9639" w:type="dxa"/>
          </w:tcPr>
          <w:p w14:paraId="46C91B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pozwu- odwołania pracownika od wypowiedzenia umowy o pracę przez pracodawcę o przywrócenie do pracy i odszkodowanie.</w:t>
            </w:r>
          </w:p>
        </w:tc>
      </w:tr>
      <w:tr w:rsidR="00412E1D" w:rsidRPr="009C54AE" w14:paraId="0024453C" w14:textId="77777777" w:rsidTr="00D416B5">
        <w:tc>
          <w:tcPr>
            <w:tcW w:w="9639" w:type="dxa"/>
          </w:tcPr>
          <w:p w14:paraId="00F2DD66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od rozwiązania przez pracodawcę umowy o pracę bez wypowiedzenia z winy pracownika.</w:t>
            </w:r>
          </w:p>
        </w:tc>
      </w:tr>
      <w:tr w:rsidR="00412E1D" w:rsidRPr="009C54AE" w14:paraId="0902F098" w14:textId="77777777" w:rsidTr="00D416B5">
        <w:tc>
          <w:tcPr>
            <w:tcW w:w="9639" w:type="dxa"/>
          </w:tcPr>
          <w:p w14:paraId="0A80C4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uchylenie przez sąd pracy kary porządkowej.</w:t>
            </w:r>
          </w:p>
        </w:tc>
      </w:tr>
      <w:tr w:rsidR="00412E1D" w:rsidRPr="009C54AE" w14:paraId="0C9C1E33" w14:textId="77777777" w:rsidTr="00D416B5">
        <w:tc>
          <w:tcPr>
            <w:tcW w:w="9639" w:type="dxa"/>
          </w:tcPr>
          <w:p w14:paraId="50D4BE7A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za szkody wyrządzone przez pracownika w mieniu pracodawcy.</w:t>
            </w:r>
          </w:p>
        </w:tc>
      </w:tr>
      <w:tr w:rsidR="00412E1D" w:rsidRPr="009C54AE" w14:paraId="7F18569A" w14:textId="77777777" w:rsidTr="00D416B5">
        <w:tc>
          <w:tcPr>
            <w:tcW w:w="9639" w:type="dxa"/>
          </w:tcPr>
          <w:p w14:paraId="5C3F2FC4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odszkodowania z powodu naruszenia zasady równego traktowania (dyskryminacji) pracownika w zatrudnieniu.</w:t>
            </w:r>
          </w:p>
        </w:tc>
      </w:tr>
      <w:tr w:rsidR="00412E1D" w:rsidRPr="009C54AE" w14:paraId="4009B32B" w14:textId="77777777" w:rsidTr="00D416B5">
        <w:tc>
          <w:tcPr>
            <w:tcW w:w="9639" w:type="dxa"/>
          </w:tcPr>
          <w:p w14:paraId="63BF616E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zadośćuczynienia lub odszkodowania z powodu mobbingu.</w:t>
            </w:r>
          </w:p>
        </w:tc>
      </w:tr>
      <w:tr w:rsidR="00412E1D" w:rsidRPr="009C54AE" w14:paraId="4D7FD999" w14:textId="77777777" w:rsidTr="00D416B5">
        <w:tc>
          <w:tcPr>
            <w:tcW w:w="9639" w:type="dxa"/>
          </w:tcPr>
          <w:p w14:paraId="4F2B5C46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 powodu naruszenia przez pracownika zakazu konkurencji w czasie trwania stosunku pracy.</w:t>
            </w:r>
          </w:p>
        </w:tc>
      </w:tr>
      <w:tr w:rsidR="00412E1D" w:rsidRPr="009C54AE" w14:paraId="69C11277" w14:textId="77777777" w:rsidTr="00D416B5">
        <w:tc>
          <w:tcPr>
            <w:tcW w:w="9639" w:type="dxa"/>
          </w:tcPr>
          <w:p w14:paraId="3CCB9933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pozwu pracownika o zapłatę wynagrodzenia za pracę. </w:t>
            </w:r>
          </w:p>
        </w:tc>
      </w:tr>
      <w:tr w:rsidR="00412E1D" w:rsidRPr="009C54AE" w14:paraId="078E30FF" w14:textId="77777777" w:rsidTr="00D416B5">
        <w:tc>
          <w:tcPr>
            <w:tcW w:w="9639" w:type="dxa"/>
          </w:tcPr>
          <w:p w14:paraId="2EEE5060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wynagrodzenia za pracę z tytułu pracy w godzinach nadliczbowych.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Analiza aktów normatywnych, dyskusja, praca w grupach, przygotowanie projektu aktu prawnego.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oceną: ustalenie oceny zaliczeniowej na podstawie ocen cząstkowych uzyskanych z pisemnego sprawdzenia wiedzy oraz aktywności studenta w trakcie ćwiczeń.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5BAF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3C50297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6A53420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(red.) „Prawo pracy i ubezpieczeń społecznych </w:t>
            </w:r>
          </w:p>
          <w:p w14:paraId="1718B5D3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(red) „Prawo pracy”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334F3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387319F5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32B7910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9E8DF" w14:textId="77777777" w:rsidR="00E60CCB" w:rsidRDefault="00E60CCB" w:rsidP="00C16ABF">
      <w:pPr>
        <w:spacing w:after="0" w:line="240" w:lineRule="auto"/>
      </w:pPr>
      <w:r>
        <w:separator/>
      </w:r>
    </w:p>
  </w:endnote>
  <w:endnote w:type="continuationSeparator" w:id="0">
    <w:p w14:paraId="6228D84B" w14:textId="77777777" w:rsidR="00E60CCB" w:rsidRDefault="00E60C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71D49" w14:textId="77777777" w:rsidR="00E60CCB" w:rsidRDefault="00E60CCB" w:rsidP="00C16ABF">
      <w:pPr>
        <w:spacing w:after="0" w:line="240" w:lineRule="auto"/>
      </w:pPr>
      <w:r>
        <w:separator/>
      </w:r>
    </w:p>
  </w:footnote>
  <w:footnote w:type="continuationSeparator" w:id="0">
    <w:p w14:paraId="6274EEE2" w14:textId="77777777" w:rsidR="00E60CCB" w:rsidRDefault="00E60CCB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25805">
    <w:abstractNumId w:val="0"/>
  </w:num>
  <w:num w:numId="2" w16cid:durableId="1954440529">
    <w:abstractNumId w:val="2"/>
  </w:num>
  <w:num w:numId="3" w16cid:durableId="1242003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750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F04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4B2D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CB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4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F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F05C-3FC1-4A50-ABDD-84F6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2023-10-16T12:35:00Z</dcterms:created>
  <dcterms:modified xsi:type="dcterms:W3CDTF">2023-10-25T11:44:00Z</dcterms:modified>
</cp:coreProperties>
</file>